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6B358" w14:textId="77777777" w:rsidR="00C74455" w:rsidRPr="00F8540E" w:rsidRDefault="00C74455" w:rsidP="0069129C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Algemene beschrijving</w:t>
      </w:r>
    </w:p>
    <w:p w14:paraId="5BEAFC93" w14:textId="33FDCFA3" w:rsidR="008A5169" w:rsidRPr="002A3BAF" w:rsidRDefault="009A2774" w:rsidP="00A04040">
      <w:pPr>
        <w:pStyle w:val="Bulleted1"/>
        <w:numPr>
          <w:ilvl w:val="0"/>
          <w:numId w:val="0"/>
        </w:numPr>
        <w:rPr>
          <w:color w:val="002060"/>
        </w:rPr>
      </w:pPr>
      <w:r>
        <w:rPr>
          <w:color w:val="002060"/>
          <w:lang w:val="nl-BE"/>
        </w:rPr>
        <w:t>De bolkranen zijn</w:t>
      </w:r>
      <w:r w:rsidR="00E43E0D">
        <w:rPr>
          <w:color w:val="002060"/>
          <w:lang w:val="nl-BE"/>
        </w:rPr>
        <w:t>, aan beide zijden,</w:t>
      </w:r>
      <w:r>
        <w:rPr>
          <w:color w:val="002060"/>
          <w:lang w:val="nl-BE"/>
        </w:rPr>
        <w:t xml:space="preserve"> voorzien van persmoffen. Deze </w:t>
      </w:r>
      <w:r w:rsidR="00E43E0D">
        <w:rPr>
          <w:color w:val="002060"/>
          <w:lang w:val="nl-BE"/>
        </w:rPr>
        <w:t xml:space="preserve">persmoffen, voorzien van een O-ring </w:t>
      </w:r>
      <w:r>
        <w:rPr>
          <w:color w:val="002060"/>
          <w:lang w:val="nl-BE"/>
        </w:rPr>
        <w:t xml:space="preserve">vereenvoudigen </w:t>
      </w:r>
      <w:r w:rsidR="003242EF">
        <w:rPr>
          <w:color w:val="002060"/>
          <w:lang w:val="nl-BE"/>
        </w:rPr>
        <w:t xml:space="preserve">opvallend de installatiemogelijkheden. </w:t>
      </w:r>
    </w:p>
    <w:p w14:paraId="60E889CA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</w:p>
    <w:p w14:paraId="53FAE3EC" w14:textId="77777777" w:rsidR="00B94AA6" w:rsidRPr="002A3BAF" w:rsidRDefault="00B94AA6" w:rsidP="00A04040">
      <w:pPr>
        <w:pStyle w:val="Bulleted1"/>
        <w:numPr>
          <w:ilvl w:val="0"/>
          <w:numId w:val="0"/>
        </w:numPr>
        <w:rPr>
          <w:color w:val="002060"/>
        </w:rPr>
      </w:pPr>
      <w:r w:rsidRPr="002A3BAF">
        <w:rPr>
          <w:color w:val="002060"/>
        </w:rPr>
        <w:t>Buizen en fittingen moeten van hetzelfde merk zijn.</w:t>
      </w:r>
    </w:p>
    <w:p w14:paraId="5B06B0E5" w14:textId="724152CA" w:rsidR="008A5169" w:rsidRPr="00F8540E" w:rsidRDefault="00AB1F92" w:rsidP="008A5169">
      <w:pPr>
        <w:pStyle w:val="Kop1"/>
        <w:spacing w:before="240"/>
        <w:rPr>
          <w:rFonts w:ascii="Arial" w:hAnsi="Arial"/>
          <w:b/>
          <w:color w:val="002060"/>
          <w:u w:val="none"/>
        </w:rPr>
      </w:pPr>
      <w:r w:rsidRPr="00F8540E">
        <w:rPr>
          <w:rFonts w:ascii="Arial" w:hAnsi="Arial"/>
          <w:b/>
          <w:color w:val="002060"/>
          <w:u w:val="none"/>
        </w:rPr>
        <w:t>Kenmerken</w:t>
      </w:r>
    </w:p>
    <w:p w14:paraId="4F1205FE" w14:textId="5C3A0124" w:rsidR="00AB1F92" w:rsidRDefault="00AB1F92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 w:rsidRPr="00AB1F92">
        <w:rPr>
          <w:rFonts w:cs="Arial"/>
          <w:color w:val="002060"/>
        </w:rPr>
        <w:t>Bolkraan met directe doorgang</w:t>
      </w:r>
    </w:p>
    <w:p w14:paraId="10279D53" w14:textId="6E6981FA" w:rsidR="00AB1F92" w:rsidRDefault="00670AA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proofErr w:type="spellStart"/>
      <w:r>
        <w:rPr>
          <w:rFonts w:cs="Arial"/>
          <w:color w:val="002060"/>
        </w:rPr>
        <w:t>Ongeperste</w:t>
      </w:r>
      <w:proofErr w:type="spellEnd"/>
      <w:r>
        <w:rPr>
          <w:rFonts w:cs="Arial"/>
          <w:color w:val="002060"/>
        </w:rPr>
        <w:t xml:space="preserve"> verbinding = </w:t>
      </w:r>
      <w:r w:rsidR="00345477">
        <w:rPr>
          <w:rFonts w:cs="Arial"/>
          <w:color w:val="002060"/>
        </w:rPr>
        <w:t>lekkende persfitting</w:t>
      </w:r>
    </w:p>
    <w:p w14:paraId="21D72C03" w14:textId="17E94180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Kogelgedeelte in PPSU</w:t>
      </w:r>
      <w:r w:rsidR="00DF2CB9">
        <w:rPr>
          <w:rFonts w:cs="Arial"/>
          <w:color w:val="002060"/>
        </w:rPr>
        <w:t xml:space="preserve"> en verzekert een vlotte spoeling binnenin het kraanlichaam</w:t>
      </w:r>
    </w:p>
    <w:p w14:paraId="21EA70EF" w14:textId="49E2E697" w:rsidR="00970C46" w:rsidRDefault="00970C46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Bolkraan type “Top Entry”</w:t>
      </w:r>
      <w:r w:rsidR="005541FB">
        <w:rPr>
          <w:rFonts w:cs="Arial"/>
          <w:color w:val="002060"/>
        </w:rPr>
        <w:t>, een intern mechanisme dat men kan vervangen zonder de bolkraan weg te nemen</w:t>
      </w:r>
    </w:p>
    <w:p w14:paraId="5BB15539" w14:textId="20B4F909" w:rsidR="005541FB" w:rsidRDefault="005541FB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Beperkte </w:t>
      </w:r>
      <w:r w:rsidR="00FD7EAA">
        <w:rPr>
          <w:rFonts w:cs="Arial"/>
          <w:color w:val="002060"/>
        </w:rPr>
        <w:t>mogelijkheid tot verstopping</w:t>
      </w:r>
    </w:p>
    <w:p w14:paraId="59C2A15D" w14:textId="0FF39B41" w:rsidR="00FD7EAA" w:rsidRDefault="00954F6F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 xml:space="preserve">Verschillende keuze </w:t>
      </w:r>
      <w:r w:rsidR="00FC0E10">
        <w:rPr>
          <w:rFonts w:cs="Arial"/>
          <w:color w:val="002060"/>
        </w:rPr>
        <w:t xml:space="preserve">van toewijzing (blauw, rood en groen) </w:t>
      </w:r>
      <w:r w:rsidR="00C96925">
        <w:rPr>
          <w:rFonts w:cs="Arial"/>
          <w:color w:val="002060"/>
        </w:rPr>
        <w:t>in functie van de gebruikte vloeistof</w:t>
      </w:r>
    </w:p>
    <w:p w14:paraId="0F97D72C" w14:textId="32CA3A6D" w:rsidR="00C96925" w:rsidRDefault="00C96925" w:rsidP="00AB1F92">
      <w:pPr>
        <w:pStyle w:val="Lijstalinea"/>
        <w:numPr>
          <w:ilvl w:val="0"/>
          <w:numId w:val="32"/>
        </w:numPr>
        <w:rPr>
          <w:rFonts w:cs="Arial"/>
          <w:color w:val="002060"/>
        </w:rPr>
      </w:pPr>
      <w:r>
        <w:rPr>
          <w:rFonts w:cs="Arial"/>
          <w:color w:val="002060"/>
        </w:rPr>
        <w:t>Gehomologeerd volgens DVGW</w:t>
      </w:r>
    </w:p>
    <w:p w14:paraId="6DDB39F4" w14:textId="6D743985" w:rsidR="001B1128" w:rsidRDefault="001B1128" w:rsidP="00AB1F92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1B1128">
        <w:rPr>
          <w:rFonts w:cs="Arial"/>
          <w:color w:val="002060"/>
          <w:lang w:val="nl-BE"/>
        </w:rPr>
        <w:t>He</w:t>
      </w:r>
      <w:r w:rsidR="00A47DE1">
        <w:rPr>
          <w:rFonts w:cs="Arial"/>
          <w:color w:val="002060"/>
          <w:lang w:val="nl-BE"/>
        </w:rPr>
        <w:t>ndel</w:t>
      </w:r>
      <w:r w:rsidRPr="001B1128">
        <w:rPr>
          <w:rFonts w:cs="Arial"/>
          <w:color w:val="002060"/>
          <w:lang w:val="nl-BE"/>
        </w:rPr>
        <w:t xml:space="preserve"> bevestigd met een v</w:t>
      </w:r>
      <w:r>
        <w:rPr>
          <w:rFonts w:cs="Arial"/>
          <w:color w:val="002060"/>
          <w:lang w:val="nl-BE"/>
        </w:rPr>
        <w:t>ijs</w:t>
      </w:r>
    </w:p>
    <w:p w14:paraId="3918335B" w14:textId="2BAD5FCC" w:rsidR="00361E38" w:rsidRDefault="00361E38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Vervangbare bovenzijde</w:t>
      </w:r>
    </w:p>
    <w:p w14:paraId="3540F252" w14:textId="180B0A86" w:rsidR="00361E38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EPDM-dichting aan bovenzijde</w:t>
      </w:r>
    </w:p>
    <w:p w14:paraId="7A9F83B4" w14:textId="13179688" w:rsidR="00E0580E" w:rsidRDefault="00E0580E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Silicone-dichting </w:t>
      </w:r>
      <w:r w:rsidR="000711C4">
        <w:rPr>
          <w:rFonts w:cs="Arial"/>
          <w:color w:val="002060"/>
          <w:lang w:val="nl-BE"/>
        </w:rPr>
        <w:t>van de kogel</w:t>
      </w:r>
    </w:p>
    <w:p w14:paraId="0AF69C7A" w14:textId="3DE49A9D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Persindicator</w:t>
      </w:r>
    </w:p>
    <w:p w14:paraId="060C5C9E" w14:textId="6B1B75F9" w:rsidR="000711C4" w:rsidRDefault="000711C4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Zwarte CIIR-</w:t>
      </w:r>
      <w:r w:rsidR="000D7790">
        <w:rPr>
          <w:rFonts w:cs="Arial"/>
          <w:color w:val="002060"/>
          <w:lang w:val="nl-BE"/>
        </w:rPr>
        <w:t>dichting</w:t>
      </w:r>
    </w:p>
    <w:p w14:paraId="1789C0CE" w14:textId="2FF85E96" w:rsidR="000D7790" w:rsidRDefault="000D7790" w:rsidP="00361E38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proofErr w:type="spellStart"/>
      <w:r>
        <w:rPr>
          <w:rFonts w:cs="Arial"/>
          <w:color w:val="002060"/>
          <w:lang w:val="nl-BE"/>
        </w:rPr>
        <w:t>Persmof</w:t>
      </w:r>
      <w:proofErr w:type="spellEnd"/>
      <w:r>
        <w:rPr>
          <w:rFonts w:cs="Arial"/>
          <w:color w:val="002060"/>
          <w:lang w:val="nl-BE"/>
        </w:rPr>
        <w:t xml:space="preserve"> voorzien van een beschermingsstop</w:t>
      </w:r>
    </w:p>
    <w:p w14:paraId="66517263" w14:textId="645068B7" w:rsidR="000D7790" w:rsidRPr="00F8540E" w:rsidRDefault="001939BD" w:rsidP="000D7790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t>Technische Gegevens</w:t>
      </w:r>
    </w:p>
    <w:p w14:paraId="7BCE2C4A" w14:textId="57C50D44" w:rsidR="001939BD" w:rsidRDefault="00A22B97" w:rsidP="001939BD">
      <w:pPr>
        <w:rPr>
          <w:rFonts w:cs="Arial"/>
          <w:color w:val="002060"/>
          <w:lang w:val="nl-BE"/>
        </w:rPr>
      </w:pPr>
      <w:r w:rsidRPr="00A22B97">
        <w:rPr>
          <w:rFonts w:cs="Arial"/>
          <w:color w:val="002060"/>
          <w:lang w:val="nl-BE"/>
        </w:rPr>
        <w:t>Materiaalkeuze</w:t>
      </w:r>
      <w:r w:rsidRPr="00A22B97"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 w:rsidRPr="00A22B97">
        <w:rPr>
          <w:rFonts w:cs="Arial"/>
          <w:color w:val="002060"/>
          <w:lang w:val="nl-BE"/>
        </w:rPr>
        <w:t xml:space="preserve">Staal </w:t>
      </w:r>
      <w:proofErr w:type="spellStart"/>
      <w:r w:rsidRPr="00A22B97">
        <w:rPr>
          <w:rFonts w:cs="Arial"/>
          <w:color w:val="002060"/>
          <w:lang w:val="nl-BE"/>
        </w:rPr>
        <w:t>CrNiMo</w:t>
      </w:r>
      <w:proofErr w:type="spellEnd"/>
      <w:r w:rsidRPr="00A22B97">
        <w:rPr>
          <w:rFonts w:cs="Arial"/>
          <w:color w:val="002060"/>
          <w:lang w:val="nl-BE"/>
        </w:rPr>
        <w:t xml:space="preserve"> 1.4401 (EN 10088)</w:t>
      </w:r>
    </w:p>
    <w:p w14:paraId="3D9AD85F" w14:textId="1B80769F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Type montage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Zichtbaar</w:t>
      </w:r>
    </w:p>
    <w:p w14:paraId="2A53738D" w14:textId="1ECF9968" w:rsidR="00A22B97" w:rsidRDefault="00A22B97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Bediening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Hendel</w:t>
      </w:r>
    </w:p>
    <w:p w14:paraId="1D3CE873" w14:textId="5D8F0E56" w:rsidR="00A47DE1" w:rsidRDefault="00A47DE1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Diameters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15 – 18 – 22 – 28 </w:t>
      </w:r>
      <w:r w:rsidR="00BA4585">
        <w:rPr>
          <w:rFonts w:cs="Arial"/>
          <w:color w:val="002060"/>
          <w:lang w:val="nl-BE"/>
        </w:rPr>
        <w:t>–</w:t>
      </w:r>
      <w:r>
        <w:rPr>
          <w:rFonts w:cs="Arial"/>
          <w:color w:val="002060"/>
          <w:lang w:val="nl-BE"/>
        </w:rPr>
        <w:t xml:space="preserve"> </w:t>
      </w:r>
      <w:r w:rsidR="00BA4585">
        <w:rPr>
          <w:rFonts w:cs="Arial"/>
          <w:color w:val="002060"/>
          <w:lang w:val="nl-BE"/>
        </w:rPr>
        <w:t>35 – 42 – 54 mm</w:t>
      </w:r>
    </w:p>
    <w:p w14:paraId="5425DDB8" w14:textId="0F6B4FE5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Dichting 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CIIR</w:t>
      </w:r>
    </w:p>
    <w:p w14:paraId="22E4C648" w14:textId="251C49A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Isolatiering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>PTFE</w:t>
      </w:r>
    </w:p>
    <w:p w14:paraId="49437798" w14:textId="23C55A1F" w:rsidR="00BA4585" w:rsidRDefault="00BA4585" w:rsidP="001939BD">
      <w:p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Bedrijfstemperatuur</w:t>
      </w:r>
      <w:r>
        <w:rPr>
          <w:rFonts w:cs="Arial"/>
          <w:color w:val="002060"/>
          <w:lang w:val="nl-BE"/>
        </w:rPr>
        <w:tab/>
      </w:r>
      <w:r>
        <w:rPr>
          <w:rFonts w:cs="Arial"/>
          <w:color w:val="002060"/>
          <w:lang w:val="nl-BE"/>
        </w:rPr>
        <w:tab/>
        <w:t xml:space="preserve">-20°C </w:t>
      </w:r>
      <w:r w:rsidR="008F0798">
        <w:rPr>
          <w:rFonts w:cs="Arial"/>
          <w:color w:val="002060"/>
          <w:lang w:val="nl-BE"/>
        </w:rPr>
        <w:t>//  95°C</w:t>
      </w:r>
    </w:p>
    <w:p w14:paraId="413093FF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48F2DDC9" w14:textId="77777777" w:rsidR="00493059" w:rsidRDefault="00493059" w:rsidP="001939BD">
      <w:pPr>
        <w:rPr>
          <w:rFonts w:cs="Arial"/>
          <w:color w:val="002060"/>
          <w:lang w:val="nl-BE"/>
        </w:rPr>
      </w:pPr>
    </w:p>
    <w:p w14:paraId="651F264F" w14:textId="7FAA7261" w:rsidR="00C55429" w:rsidRDefault="00493059" w:rsidP="00493059">
      <w:pPr>
        <w:jc w:val="center"/>
        <w:rPr>
          <w:rFonts w:cs="Arial"/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38B65D71" wp14:editId="310B04D6">
            <wp:extent cx="1555750" cy="1203215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0DDEB631" w14:textId="1B51BF62" w:rsidR="008F0798" w:rsidRPr="00F8540E" w:rsidRDefault="008F0798" w:rsidP="008F0798">
      <w:pPr>
        <w:pStyle w:val="Kop1"/>
        <w:rPr>
          <w:rFonts w:ascii="Arial" w:hAnsi="Arial" w:cs="Arial"/>
          <w:b/>
          <w:bCs/>
          <w:color w:val="002060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u w:val="none"/>
          <w:lang w:val="nl-BE"/>
        </w:rPr>
        <w:lastRenderedPageBreak/>
        <w:t>Toepassingen</w:t>
      </w:r>
    </w:p>
    <w:p w14:paraId="2A27DA9C" w14:textId="4D86275C" w:rsidR="008F0798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koud en warm water</w:t>
      </w:r>
    </w:p>
    <w:p w14:paraId="2EA0C412" w14:textId="721F864E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centrale verwarming</w:t>
      </w:r>
    </w:p>
    <w:p w14:paraId="3E705A1E" w14:textId="0AA8A1C4" w:rsidR="00A511D4" w:rsidRPr="00C55429" w:rsidRDefault="00A511D4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 xml:space="preserve">Voorziening koeling zonder </w:t>
      </w:r>
      <w:r w:rsidR="00136652" w:rsidRPr="00C55429">
        <w:rPr>
          <w:rFonts w:cs="Arial"/>
          <w:color w:val="002060"/>
          <w:lang w:val="nl-BE"/>
        </w:rPr>
        <w:t>antivries</w:t>
      </w:r>
    </w:p>
    <w:p w14:paraId="02528D49" w14:textId="2BE44C36" w:rsidR="00136652" w:rsidRDefault="00136652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 w:rsidRPr="00C55429">
        <w:rPr>
          <w:rFonts w:cs="Arial"/>
          <w:color w:val="002060"/>
          <w:lang w:val="nl-BE"/>
        </w:rPr>
        <w:t>Voorziening koeling met antivries</w:t>
      </w:r>
    </w:p>
    <w:p w14:paraId="704C7F38" w14:textId="00CB0EA5" w:rsidR="00F44E25" w:rsidRDefault="00F44E25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behandeld water (</w:t>
      </w:r>
      <w:r w:rsidRPr="004D3F13">
        <w:rPr>
          <w:rFonts w:cs="Arial"/>
          <w:color w:val="002060"/>
          <w:sz w:val="16"/>
          <w:szCs w:val="16"/>
          <w:lang w:val="nl-BE"/>
        </w:rPr>
        <w:t xml:space="preserve">Toepassingsveld volgens </w:t>
      </w:r>
      <w:r w:rsidR="00AC549E" w:rsidRPr="004D3F13">
        <w:rPr>
          <w:rFonts w:cs="Arial"/>
          <w:color w:val="002060"/>
          <w:sz w:val="16"/>
          <w:szCs w:val="16"/>
          <w:lang w:val="nl-BE"/>
        </w:rPr>
        <w:t>Technische Informatie “Behandeld Water”</w:t>
      </w:r>
      <w:r w:rsidR="00AC549E">
        <w:rPr>
          <w:rFonts w:cs="Arial"/>
          <w:color w:val="002060"/>
          <w:lang w:val="nl-BE"/>
        </w:rPr>
        <w:t>)</w:t>
      </w:r>
    </w:p>
    <w:p w14:paraId="08FD8153" w14:textId="27E5D198" w:rsidR="00AC549E" w:rsidRDefault="00AC549E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 xml:space="preserve">Voorziening regenwater </w:t>
      </w:r>
      <w:r w:rsidR="00820BA2">
        <w:rPr>
          <w:rFonts w:cs="Arial"/>
          <w:color w:val="002060"/>
          <w:lang w:val="nl-BE"/>
        </w:rPr>
        <w:t>met een water pH &gt;6,0</w:t>
      </w:r>
    </w:p>
    <w:p w14:paraId="36A66FDD" w14:textId="6AAE5B2B" w:rsidR="00C10AFC" w:rsidRDefault="00C10AFC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perslucht (Zuiverheidsklasse Olie 0 – 3)</w:t>
      </w:r>
    </w:p>
    <w:p w14:paraId="3DEC7D3A" w14:textId="7FD0F573" w:rsidR="00C10AFC" w:rsidRDefault="00307DE3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onderdruk</w:t>
      </w:r>
    </w:p>
    <w:p w14:paraId="0E652FCC" w14:textId="5E9FC247" w:rsidR="00923387" w:rsidRDefault="00923387" w:rsidP="00A511D4">
      <w:pPr>
        <w:pStyle w:val="Lijstalinea"/>
        <w:numPr>
          <w:ilvl w:val="0"/>
          <w:numId w:val="32"/>
        </w:numPr>
        <w:rPr>
          <w:rFonts w:cs="Arial"/>
          <w:color w:val="002060"/>
          <w:lang w:val="nl-BE"/>
        </w:rPr>
      </w:pPr>
      <w:r>
        <w:rPr>
          <w:rFonts w:cs="Arial"/>
          <w:color w:val="002060"/>
          <w:lang w:val="nl-BE"/>
        </w:rPr>
        <w:t>Voorziening inerte gassen</w:t>
      </w:r>
    </w:p>
    <w:p w14:paraId="31ECFE87" w14:textId="2650AC21" w:rsidR="00026E4A" w:rsidRPr="00F8540E" w:rsidRDefault="00026E4A" w:rsidP="00026E4A">
      <w:pPr>
        <w:pStyle w:val="Kop1"/>
        <w:rPr>
          <w:rFonts w:ascii="Arial" w:hAnsi="Arial" w:cs="Arial"/>
          <w:b/>
          <w:bCs/>
          <w:color w:val="002060"/>
          <w:szCs w:val="24"/>
          <w:u w:val="none"/>
          <w:lang w:val="nl-BE"/>
        </w:rPr>
      </w:pPr>
      <w:r w:rsidRPr="00F8540E">
        <w:rPr>
          <w:rFonts w:ascii="Arial" w:hAnsi="Arial" w:cs="Arial"/>
          <w:b/>
          <w:bCs/>
          <w:color w:val="002060"/>
          <w:szCs w:val="24"/>
          <w:u w:val="none"/>
          <w:lang w:val="nl-BE"/>
        </w:rPr>
        <w:t>Certificatie</w:t>
      </w:r>
    </w:p>
    <w:p w14:paraId="7FE843C7" w14:textId="43EE3B37" w:rsidR="00026E4A" w:rsidRPr="004D3F13" w:rsidRDefault="00026E4A" w:rsidP="00026E4A">
      <w:pPr>
        <w:pStyle w:val="Lijstalinea"/>
        <w:numPr>
          <w:ilvl w:val="0"/>
          <w:numId w:val="32"/>
        </w:numPr>
        <w:rPr>
          <w:rFonts w:cs="Arial"/>
          <w:color w:val="002060"/>
          <w:szCs w:val="24"/>
          <w:lang w:val="nl-BE"/>
        </w:rPr>
      </w:pPr>
      <w:r w:rsidRPr="004D3F13">
        <w:rPr>
          <w:rFonts w:cs="Arial"/>
          <w:color w:val="002060"/>
          <w:szCs w:val="24"/>
          <w:lang w:val="nl-BE"/>
        </w:rPr>
        <w:t>DVGW</w:t>
      </w:r>
      <w:r w:rsidR="004D3F13" w:rsidRPr="004D3F13">
        <w:rPr>
          <w:rFonts w:cs="Arial"/>
          <w:color w:val="002060"/>
          <w:szCs w:val="24"/>
          <w:lang w:val="nl-BE"/>
        </w:rPr>
        <w:t xml:space="preserve"> W570, KTW</w:t>
      </w: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0FC93EA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5510E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1594C8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94C933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5CDCC855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36DAB59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74A3B60F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C202D56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443982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3E1541EB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0DF77132" w14:textId="77777777" w:rsidR="004D3F13" w:rsidRDefault="004D3F13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67BF9370" w14:textId="508EB660" w:rsidR="00CC76D8" w:rsidRPr="001B1128" w:rsidRDefault="00493059" w:rsidP="00493059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493059">
        <w:rPr>
          <w:rFonts w:cs="Arial"/>
          <w:noProof/>
          <w:color w:val="002060"/>
          <w:lang w:val="nl-BE"/>
        </w:rPr>
        <w:drawing>
          <wp:inline distT="0" distB="0" distL="0" distR="0" wp14:anchorId="7CFCB3AD" wp14:editId="0585DE53">
            <wp:extent cx="1555750" cy="1203215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3601" cy="1209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5240F" w14:textId="77777777" w:rsidR="007D2731" w:rsidRDefault="007D2731">
      <w:r>
        <w:separator/>
      </w:r>
    </w:p>
  </w:endnote>
  <w:endnote w:type="continuationSeparator" w:id="0">
    <w:p w14:paraId="429526C5" w14:textId="77777777" w:rsidR="007D2731" w:rsidRDefault="007D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5CA0" w14:textId="77777777" w:rsidR="007D2731" w:rsidRDefault="007D2731">
      <w:r>
        <w:separator/>
      </w:r>
    </w:p>
  </w:footnote>
  <w:footnote w:type="continuationSeparator" w:id="0">
    <w:p w14:paraId="1A541422" w14:textId="77777777" w:rsidR="007D2731" w:rsidRDefault="007D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3D0F140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2A3BAF">
      <w:rPr>
        <w:rFonts w:ascii="Arial" w:hAnsi="Arial" w:cs="Arial"/>
        <w:b/>
        <w:color w:val="002060"/>
      </w:rPr>
      <w:t>Geberit</w:t>
    </w:r>
    <w:proofErr w:type="spellEnd"/>
    <w:r w:rsidRPr="002A3BAF">
      <w:rPr>
        <w:rFonts w:ascii="Arial" w:hAnsi="Arial" w:cs="Arial"/>
        <w:b/>
        <w:color w:val="002060"/>
      </w:rPr>
      <w:t xml:space="preserve"> </w:t>
    </w:r>
    <w:proofErr w:type="spellStart"/>
    <w:r w:rsidR="00886585" w:rsidRPr="002A3BAF">
      <w:rPr>
        <w:rFonts w:ascii="Arial" w:hAnsi="Arial" w:cs="Arial"/>
        <w:b/>
        <w:color w:val="002060"/>
      </w:rPr>
      <w:t>M</w:t>
    </w:r>
    <w:r w:rsidR="005D1729" w:rsidRPr="002A3BAF">
      <w:rPr>
        <w:rFonts w:ascii="Arial" w:hAnsi="Arial" w:cs="Arial"/>
        <w:b/>
        <w:color w:val="002060"/>
      </w:rPr>
      <w:t>apress</w:t>
    </w:r>
    <w:proofErr w:type="spellEnd"/>
    <w:r w:rsidR="005D1729" w:rsidRPr="002A3BAF">
      <w:rPr>
        <w:rFonts w:ascii="Arial" w:hAnsi="Arial" w:cs="Arial"/>
        <w:b/>
        <w:color w:val="002060"/>
      </w:rPr>
      <w:t xml:space="preserve"> </w:t>
    </w:r>
    <w:r w:rsidR="00A64020" w:rsidRPr="002A3BAF">
      <w:rPr>
        <w:rFonts w:ascii="Arial" w:hAnsi="Arial" w:cs="Arial"/>
        <w:b/>
        <w:color w:val="002060"/>
      </w:rPr>
      <w:t>RVS Bolkraan</w:t>
    </w:r>
    <w:r w:rsidR="007653FE" w:rsidRPr="002A3BAF">
      <w:rPr>
        <w:rFonts w:ascii="Arial" w:hAnsi="Arial" w:cs="Arial"/>
        <w:color w:val="002060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0"/>
  </w:num>
  <w:num w:numId="2" w16cid:durableId="217474938">
    <w:abstractNumId w:val="27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7"/>
  </w:num>
  <w:num w:numId="7" w16cid:durableId="1377117928">
    <w:abstractNumId w:val="6"/>
  </w:num>
  <w:num w:numId="8" w16cid:durableId="357505896">
    <w:abstractNumId w:val="24"/>
  </w:num>
  <w:num w:numId="9" w16cid:durableId="1561670864">
    <w:abstractNumId w:val="31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0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5"/>
  </w:num>
  <w:num w:numId="19" w16cid:durableId="1179588350">
    <w:abstractNumId w:val="26"/>
  </w:num>
  <w:num w:numId="20" w16cid:durableId="1147628665">
    <w:abstractNumId w:val="22"/>
  </w:num>
  <w:num w:numId="21" w16cid:durableId="1233469044">
    <w:abstractNumId w:val="21"/>
  </w:num>
  <w:num w:numId="22" w16cid:durableId="447043695">
    <w:abstractNumId w:val="16"/>
  </w:num>
  <w:num w:numId="23" w16cid:durableId="1627004811">
    <w:abstractNumId w:val="29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8"/>
  </w:num>
  <w:num w:numId="28" w16cid:durableId="1563448174">
    <w:abstractNumId w:val="7"/>
  </w:num>
  <w:num w:numId="29" w16cid:durableId="839582279">
    <w:abstractNumId w:val="23"/>
  </w:num>
  <w:num w:numId="30" w16cid:durableId="1700010785">
    <w:abstractNumId w:val="12"/>
  </w:num>
  <w:num w:numId="31" w16cid:durableId="2136677185">
    <w:abstractNumId w:val="19"/>
  </w:num>
  <w:num w:numId="32" w16cid:durableId="2095784873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D6067-CB45-4B5C-A33E-5C81719C0561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</TotalTime>
  <Pages>3</Pages>
  <Words>217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11</cp:revision>
  <cp:lastPrinted>2011-12-15T11:14:00Z</cp:lastPrinted>
  <dcterms:created xsi:type="dcterms:W3CDTF">2023-12-04T12:49:00Z</dcterms:created>
  <dcterms:modified xsi:type="dcterms:W3CDTF">2023-12-06T15:18:00Z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